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358" w:rsidRPr="006241CA" w:rsidRDefault="00550358" w:rsidP="002F0CF1">
      <w:pPr>
        <w:rPr>
          <w:rFonts w:ascii="Cambria" w:hAnsi="Cambria"/>
          <w:sz w:val="22"/>
          <w:szCs w:val="22"/>
          <w:lang w:val="es-ES_tradnl"/>
        </w:rPr>
      </w:pPr>
      <w:r w:rsidRPr="006241CA">
        <w:rPr>
          <w:rFonts w:ascii="Cambria" w:hAnsi="Cambria"/>
          <w:sz w:val="22"/>
          <w:szCs w:val="22"/>
          <w:lang w:val="es-ES_tradnl"/>
        </w:rPr>
        <w:t xml:space="preserve">Nombre:  </w:t>
      </w:r>
      <w:r w:rsidRPr="00562DA5">
        <w:rPr>
          <w:rFonts w:ascii="Cambria" w:hAnsi="Cambria"/>
          <w:sz w:val="22"/>
          <w:szCs w:val="22"/>
          <w:u w:val="single"/>
          <w:lang w:val="es-ES_tradnl"/>
        </w:rPr>
        <w:t>__S</w:t>
      </w:r>
      <w:r>
        <w:rPr>
          <w:rFonts w:ascii="Cambria" w:hAnsi="Cambria"/>
          <w:sz w:val="22"/>
          <w:szCs w:val="22"/>
          <w:u w:val="single"/>
          <w:lang w:val="es-ES_tradnl"/>
        </w:rPr>
        <w:t>adia Uddin</w:t>
      </w:r>
      <w:r w:rsidRPr="006241CA">
        <w:rPr>
          <w:rFonts w:ascii="Cambria" w:hAnsi="Cambria"/>
          <w:sz w:val="22"/>
          <w:szCs w:val="22"/>
          <w:lang w:val="es-ES_tradnl"/>
        </w:rPr>
        <w:t>______________________________</w:t>
      </w:r>
      <w:r w:rsidRPr="006241CA">
        <w:rPr>
          <w:rFonts w:ascii="Cambria" w:hAnsi="Cambria"/>
          <w:sz w:val="22"/>
          <w:szCs w:val="22"/>
          <w:lang w:val="es-ES_tradnl"/>
        </w:rPr>
        <w:tab/>
      </w:r>
      <w:r w:rsidRPr="006241CA">
        <w:rPr>
          <w:rFonts w:ascii="Cambria" w:hAnsi="Cambria"/>
          <w:sz w:val="22"/>
          <w:szCs w:val="22"/>
          <w:lang w:val="es-ES_tradnl"/>
        </w:rPr>
        <w:tab/>
      </w:r>
      <w:r w:rsidRPr="006241CA">
        <w:rPr>
          <w:rFonts w:ascii="Cambria" w:hAnsi="Cambria"/>
          <w:sz w:val="22"/>
          <w:szCs w:val="22"/>
          <w:lang w:val="es-ES_tradnl"/>
        </w:rPr>
        <w:tab/>
      </w:r>
      <w:r w:rsidRPr="006241CA">
        <w:rPr>
          <w:rFonts w:ascii="Cambria" w:hAnsi="Cambria"/>
          <w:sz w:val="22"/>
          <w:szCs w:val="22"/>
          <w:lang w:val="es-ES_tradnl"/>
        </w:rPr>
        <w:tab/>
      </w:r>
      <w:r w:rsidRPr="006241CA">
        <w:rPr>
          <w:rFonts w:ascii="Cambria" w:hAnsi="Cambria"/>
          <w:sz w:val="22"/>
          <w:szCs w:val="22"/>
          <w:lang w:val="es-ES_tradnl"/>
        </w:rPr>
        <w:tab/>
        <w:t>Fecha: ________________</w:t>
      </w:r>
    </w:p>
    <w:p w:rsidR="00550358" w:rsidRPr="006241CA" w:rsidRDefault="00550358" w:rsidP="002F0CF1">
      <w:pPr>
        <w:rPr>
          <w:rFonts w:ascii="Cambria" w:hAnsi="Cambria"/>
          <w:sz w:val="22"/>
          <w:szCs w:val="22"/>
          <w:lang w:val="es-ES_tradnl"/>
        </w:rPr>
      </w:pPr>
      <w:r w:rsidRPr="006241CA">
        <w:rPr>
          <w:rFonts w:ascii="Cambria" w:hAnsi="Cambria"/>
          <w:sz w:val="22"/>
          <w:szCs w:val="22"/>
          <w:lang w:val="es-ES_tradnl"/>
        </w:rPr>
        <w:t>Profesora Andrea Chaves</w:t>
      </w:r>
      <w:r w:rsidRPr="006241CA">
        <w:rPr>
          <w:rFonts w:ascii="Cambria" w:hAnsi="Cambria"/>
          <w:sz w:val="22"/>
          <w:szCs w:val="22"/>
          <w:lang w:val="es-ES_tradnl"/>
        </w:rPr>
        <w:tab/>
      </w:r>
      <w:r w:rsidRPr="006241CA">
        <w:rPr>
          <w:rFonts w:ascii="Cambria" w:hAnsi="Cambria"/>
          <w:sz w:val="22"/>
          <w:szCs w:val="22"/>
          <w:lang w:val="es-ES_tradnl"/>
        </w:rPr>
        <w:tab/>
      </w:r>
      <w:r w:rsidRPr="006241CA">
        <w:rPr>
          <w:rFonts w:ascii="Cambria" w:hAnsi="Cambria"/>
          <w:sz w:val="22"/>
          <w:szCs w:val="22"/>
          <w:lang w:val="es-ES_tradnl"/>
        </w:rPr>
        <w:tab/>
      </w:r>
      <w:r w:rsidRPr="006241CA">
        <w:rPr>
          <w:rFonts w:ascii="Cambria" w:hAnsi="Cambria"/>
          <w:sz w:val="22"/>
          <w:szCs w:val="22"/>
          <w:lang w:val="es-ES_tradnl"/>
        </w:rPr>
        <w:tab/>
      </w:r>
      <w:r w:rsidRPr="006241CA">
        <w:rPr>
          <w:rFonts w:ascii="Cambria" w:hAnsi="Cambria"/>
          <w:sz w:val="22"/>
          <w:szCs w:val="22"/>
          <w:lang w:val="es-ES_tradnl"/>
        </w:rPr>
        <w:tab/>
      </w:r>
      <w:r w:rsidRPr="006241CA">
        <w:rPr>
          <w:rFonts w:ascii="Cambria" w:hAnsi="Cambria"/>
          <w:sz w:val="22"/>
          <w:szCs w:val="22"/>
          <w:lang w:val="es-ES_tradnl"/>
        </w:rPr>
        <w:tab/>
      </w:r>
      <w:r w:rsidRPr="006241CA">
        <w:rPr>
          <w:rFonts w:ascii="Cambria" w:hAnsi="Cambria"/>
          <w:sz w:val="22"/>
          <w:szCs w:val="22"/>
          <w:lang w:val="es-ES_tradnl"/>
        </w:rPr>
        <w:tab/>
      </w:r>
      <w:r w:rsidRPr="006241CA">
        <w:rPr>
          <w:rFonts w:ascii="Cambria" w:hAnsi="Cambria"/>
          <w:sz w:val="22"/>
          <w:szCs w:val="22"/>
          <w:lang w:val="es-ES_tradnl"/>
        </w:rPr>
        <w:tab/>
        <w:t xml:space="preserve">Periodo: </w:t>
      </w:r>
      <w:r w:rsidRPr="00562DA5">
        <w:rPr>
          <w:rFonts w:ascii="Cambria" w:hAnsi="Cambria"/>
          <w:sz w:val="22"/>
          <w:szCs w:val="22"/>
          <w:u w:val="single"/>
          <w:lang w:val="es-ES_tradnl"/>
        </w:rPr>
        <w:t>_1____________</w:t>
      </w:r>
    </w:p>
    <w:p w:rsidR="00550358" w:rsidRPr="006241CA" w:rsidRDefault="00550358" w:rsidP="002F0CF1">
      <w:pPr>
        <w:rPr>
          <w:rFonts w:ascii="Cambria" w:hAnsi="Cambria"/>
          <w:sz w:val="22"/>
          <w:szCs w:val="22"/>
          <w:lang w:val="es-ES_tradnl"/>
        </w:rPr>
      </w:pPr>
      <w:r w:rsidRPr="006241CA">
        <w:rPr>
          <w:rFonts w:ascii="Cambria" w:hAnsi="Cambria"/>
          <w:sz w:val="22"/>
          <w:szCs w:val="22"/>
          <w:lang w:val="es-ES_tradnl"/>
        </w:rPr>
        <w:t>Español I</w:t>
      </w:r>
    </w:p>
    <w:p w:rsidR="00550358" w:rsidRPr="006241CA" w:rsidRDefault="00550358">
      <w:pPr>
        <w:rPr>
          <w:rFonts w:ascii="Cambria" w:hAnsi="Cambria"/>
          <w:sz w:val="22"/>
          <w:szCs w:val="22"/>
        </w:rPr>
      </w:pPr>
    </w:p>
    <w:p w:rsidR="00550358" w:rsidRPr="006241CA" w:rsidRDefault="00550358" w:rsidP="00D574B9">
      <w:pPr>
        <w:jc w:val="center"/>
        <w:rPr>
          <w:rFonts w:ascii="Cambria" w:hAnsi="Cambria"/>
          <w:sz w:val="24"/>
          <w:szCs w:val="24"/>
        </w:rPr>
      </w:pPr>
      <w:r w:rsidRPr="006241CA">
        <w:rPr>
          <w:rFonts w:ascii="Cambria" w:hAnsi="Cambria"/>
          <w:sz w:val="24"/>
          <w:szCs w:val="24"/>
        </w:rPr>
        <w:t xml:space="preserve">Los ejercicios y las partes </w:t>
      </w:r>
      <w:smartTag w:uri="urn:schemas-microsoft-com:office:smarttags" w:element="place">
        <w:smartTag w:uri="urn:schemas-microsoft-com:office:smarttags" w:element="State">
          <w:r w:rsidRPr="006241CA">
            <w:rPr>
              <w:rFonts w:ascii="Cambria" w:hAnsi="Cambria"/>
              <w:sz w:val="24"/>
              <w:szCs w:val="24"/>
            </w:rPr>
            <w:t>del</w:t>
          </w:r>
        </w:smartTag>
      </w:smartTag>
      <w:r w:rsidRPr="006241CA">
        <w:rPr>
          <w:rFonts w:ascii="Cambria" w:hAnsi="Cambria"/>
          <w:sz w:val="24"/>
          <w:szCs w:val="24"/>
        </w:rPr>
        <w:t xml:space="preserve"> cuerpo</w:t>
      </w:r>
    </w:p>
    <w:p w:rsidR="00550358" w:rsidRPr="006241CA" w:rsidRDefault="00550358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0"/>
        <w:gridCol w:w="4088"/>
        <w:gridCol w:w="4212"/>
      </w:tblGrid>
      <w:tr w:rsidR="00550358" w:rsidRPr="006241CA">
        <w:tc>
          <w:tcPr>
            <w:tcW w:w="2500" w:type="dxa"/>
            <w:shd w:val="clear" w:color="auto" w:fill="BFBFBF"/>
          </w:tcPr>
          <w:p w:rsidR="00550358" w:rsidRPr="006241CA" w:rsidRDefault="00550358" w:rsidP="002F0CF1">
            <w:pPr>
              <w:jc w:val="center"/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sz w:val="22"/>
                <w:szCs w:val="22"/>
              </w:rPr>
              <w:t>OUTCOME</w:t>
            </w:r>
          </w:p>
        </w:tc>
        <w:tc>
          <w:tcPr>
            <w:tcW w:w="4088" w:type="dxa"/>
            <w:shd w:val="clear" w:color="auto" w:fill="BFBFBF"/>
          </w:tcPr>
          <w:p w:rsidR="00550358" w:rsidRPr="006241CA" w:rsidRDefault="00550358" w:rsidP="002F0CF1">
            <w:pPr>
              <w:jc w:val="center"/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sz w:val="22"/>
                <w:szCs w:val="22"/>
              </w:rPr>
              <w:t>MS CRITERIA</w:t>
            </w:r>
          </w:p>
        </w:tc>
        <w:tc>
          <w:tcPr>
            <w:tcW w:w="4212" w:type="dxa"/>
            <w:shd w:val="clear" w:color="auto" w:fill="BFBFBF"/>
          </w:tcPr>
          <w:p w:rsidR="00550358" w:rsidRPr="006241CA" w:rsidRDefault="00550358" w:rsidP="002F0CF1">
            <w:pPr>
              <w:jc w:val="center"/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sz w:val="22"/>
                <w:szCs w:val="22"/>
              </w:rPr>
              <w:t>ES CRITERIA</w:t>
            </w:r>
          </w:p>
        </w:tc>
      </w:tr>
      <w:tr w:rsidR="00550358" w:rsidRPr="006241CA">
        <w:tc>
          <w:tcPr>
            <w:tcW w:w="2500" w:type="dxa"/>
          </w:tcPr>
          <w:p w:rsidR="00550358" w:rsidRPr="006241CA" w:rsidRDefault="00550358" w:rsidP="002F0CF1">
            <w:pPr>
              <w:rPr>
                <w:rFonts w:ascii="Cambria" w:hAnsi="Cambria"/>
                <w:sz w:val="22"/>
                <w:szCs w:val="22"/>
              </w:rPr>
            </w:pPr>
          </w:p>
          <w:p w:rsidR="00550358" w:rsidRPr="006241CA" w:rsidRDefault="00550358" w:rsidP="001135CA">
            <w:pPr>
              <w:pStyle w:val="ListParagraph"/>
              <w:ind w:left="0"/>
              <w:rPr>
                <w:rFonts w:cs="Lucida Grande"/>
                <w:b/>
                <w:sz w:val="22"/>
                <w:szCs w:val="22"/>
              </w:rPr>
            </w:pPr>
            <w:r w:rsidRPr="006241CA">
              <w:rPr>
                <w:rFonts w:cs="Lucida Grande"/>
                <w:b/>
                <w:sz w:val="22"/>
                <w:szCs w:val="22"/>
              </w:rPr>
              <w:t>P. Communicate desired actions using tú and ustedes commands</w:t>
            </w:r>
          </w:p>
          <w:p w:rsidR="00550358" w:rsidRPr="006241CA" w:rsidRDefault="00550358" w:rsidP="001135CA">
            <w:pPr>
              <w:pStyle w:val="ListParagraph"/>
              <w:ind w:left="0"/>
              <w:rPr>
                <w:rFonts w:cs="Lucida Grande"/>
                <w:b/>
                <w:sz w:val="22"/>
                <w:szCs w:val="22"/>
              </w:rPr>
            </w:pPr>
            <w:r w:rsidRPr="006241CA">
              <w:rPr>
                <w:rFonts w:cs="Lucida Grande"/>
                <w:b/>
                <w:sz w:val="22"/>
                <w:szCs w:val="22"/>
              </w:rPr>
              <w:t>(oral-written)</w:t>
            </w:r>
          </w:p>
          <w:p w:rsidR="00550358" w:rsidRPr="006241CA" w:rsidRDefault="00550358" w:rsidP="002F0CF1">
            <w:pPr>
              <w:pStyle w:val="ListParagraph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:rsidR="00550358" w:rsidRPr="006241CA" w:rsidRDefault="00550358" w:rsidP="001135CA">
            <w:pPr>
              <w:rPr>
                <w:rFonts w:ascii="Cambria" w:hAnsi="Cambria" w:cs="Lucida Grande"/>
                <w:b w:val="0"/>
                <w:sz w:val="22"/>
                <w:szCs w:val="22"/>
              </w:rPr>
            </w:pPr>
            <w:r w:rsidRPr="006241CA">
              <w:rPr>
                <w:rFonts w:ascii="Cambria" w:hAnsi="Cambria" w:cs="Lucida Grande"/>
                <w:b w:val="0"/>
                <w:sz w:val="22"/>
                <w:szCs w:val="22"/>
              </w:rPr>
              <w:t xml:space="preserve">__ Correctly conjugates regular verbs. (orally) </w:t>
            </w:r>
            <w:r w:rsidRPr="006241CA">
              <w:rPr>
                <w:rFonts w:ascii="Cambria" w:hAnsi="Cambria"/>
                <w:b w:val="0"/>
                <w:sz w:val="22"/>
                <w:szCs w:val="22"/>
              </w:rPr>
              <w:t>in “ustedes form”</w:t>
            </w:r>
          </w:p>
          <w:p w:rsidR="00550358" w:rsidRPr="006241CA" w:rsidRDefault="00550358" w:rsidP="001135CA">
            <w:pPr>
              <w:rPr>
                <w:rFonts w:ascii="Cambria" w:hAnsi="Cambria" w:cs="Lucida Grande"/>
                <w:b w:val="0"/>
                <w:sz w:val="22"/>
                <w:szCs w:val="22"/>
              </w:rPr>
            </w:pPr>
          </w:p>
          <w:p w:rsidR="00550358" w:rsidRPr="006241CA" w:rsidRDefault="00550358" w:rsidP="001135CA">
            <w:pPr>
              <w:rPr>
                <w:rFonts w:ascii="Cambria" w:hAnsi="Cambria" w:cs="Lucida Grande"/>
                <w:b w:val="0"/>
                <w:sz w:val="22"/>
                <w:szCs w:val="22"/>
              </w:rPr>
            </w:pPr>
            <w:r w:rsidRPr="006241CA">
              <w:rPr>
                <w:rFonts w:ascii="Cambria" w:hAnsi="Cambria" w:cs="Lucida Grande"/>
                <w:b w:val="0"/>
                <w:sz w:val="22"/>
                <w:szCs w:val="22"/>
              </w:rPr>
              <w:t xml:space="preserve">__ Correctly conjugates regular verbs. (written) </w:t>
            </w:r>
            <w:r w:rsidRPr="006241CA">
              <w:rPr>
                <w:rFonts w:ascii="Cambria" w:hAnsi="Cambria"/>
                <w:b w:val="0"/>
                <w:sz w:val="22"/>
                <w:szCs w:val="22"/>
              </w:rPr>
              <w:t xml:space="preserve">“ustedes form”  </w:t>
            </w:r>
          </w:p>
          <w:p w:rsidR="00550358" w:rsidRPr="006241CA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</w:p>
          <w:p w:rsidR="00550358" w:rsidRPr="006241CA" w:rsidRDefault="00550358" w:rsidP="00DA7141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DA7141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DA7141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DA7141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DA7141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331171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4212" w:type="dxa"/>
          </w:tcPr>
          <w:p w:rsidR="00550358" w:rsidRPr="006241CA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b w:val="0"/>
                <w:sz w:val="22"/>
                <w:szCs w:val="22"/>
              </w:rPr>
              <w:t xml:space="preserve">___ Identifies and conjugates properly irregular verbs. </w:t>
            </w:r>
          </w:p>
          <w:p w:rsidR="00550358" w:rsidRPr="006241CA" w:rsidRDefault="00550358" w:rsidP="00331171">
            <w:pPr>
              <w:rPr>
                <w:rFonts w:ascii="Cambria" w:hAnsi="Cambria"/>
                <w:b w:val="0"/>
                <w:sz w:val="22"/>
                <w:szCs w:val="22"/>
              </w:rPr>
            </w:pPr>
          </w:p>
          <w:p w:rsidR="00550358" w:rsidRPr="006241CA" w:rsidRDefault="00550358" w:rsidP="00331171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331171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331171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DA7141">
            <w:pPr>
              <w:pStyle w:val="ListParagraph"/>
              <w:rPr>
                <w:sz w:val="22"/>
                <w:szCs w:val="22"/>
              </w:rPr>
            </w:pPr>
          </w:p>
        </w:tc>
      </w:tr>
      <w:tr w:rsidR="00550358" w:rsidRPr="006241CA">
        <w:trPr>
          <w:trHeight w:val="1259"/>
        </w:trPr>
        <w:tc>
          <w:tcPr>
            <w:tcW w:w="2500" w:type="dxa"/>
            <w:vAlign w:val="center"/>
          </w:tcPr>
          <w:p w:rsidR="00550358" w:rsidRPr="006241CA" w:rsidRDefault="00550358" w:rsidP="002F0CF1">
            <w:pPr>
              <w:rPr>
                <w:rFonts w:ascii="Cambria" w:hAnsi="Cambria"/>
                <w:sz w:val="22"/>
                <w:szCs w:val="22"/>
              </w:rPr>
            </w:pPr>
            <w:r w:rsidRPr="006241CA">
              <w:rPr>
                <w:rFonts w:ascii="Cambria" w:hAnsi="Cambria"/>
                <w:sz w:val="22"/>
                <w:szCs w:val="22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:rsidR="00550358" w:rsidRPr="006241CA" w:rsidRDefault="00550358" w:rsidP="006474FD">
            <w:pPr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b w:val="0"/>
                <w:sz w:val="22"/>
                <w:szCs w:val="22"/>
              </w:rPr>
              <w:t>__ Recalls the numbers between 1-30 (orally)</w:t>
            </w:r>
          </w:p>
          <w:p w:rsidR="00550358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b w:val="0"/>
                <w:sz w:val="22"/>
                <w:szCs w:val="22"/>
              </w:rPr>
              <w:t>__ Recalls the numbers between 1-30 (written)</w:t>
            </w:r>
          </w:p>
          <w:p w:rsidR="00550358" w:rsidRPr="006241CA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4212" w:type="dxa"/>
          </w:tcPr>
          <w:p w:rsidR="00550358" w:rsidRPr="006241CA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b w:val="0"/>
                <w:sz w:val="22"/>
                <w:szCs w:val="22"/>
              </w:rPr>
              <w:t>__ Spells the numbers correctly (cuatro, seis, siete, 10(s), veintes, treintas)</w:t>
            </w:r>
          </w:p>
        </w:tc>
      </w:tr>
      <w:tr w:rsidR="00550358" w:rsidRPr="006241CA">
        <w:trPr>
          <w:trHeight w:val="2843"/>
        </w:trPr>
        <w:tc>
          <w:tcPr>
            <w:tcW w:w="2500" w:type="dxa"/>
          </w:tcPr>
          <w:p w:rsidR="00550358" w:rsidRPr="006241CA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sz w:val="22"/>
                <w:szCs w:val="22"/>
              </w:rPr>
              <w:t>F. Recalls in written and oral forms body parts vocabulary.</w:t>
            </w:r>
          </w:p>
          <w:p w:rsidR="00550358" w:rsidRPr="006241CA" w:rsidRDefault="00550358" w:rsidP="002F0CF1">
            <w:pPr>
              <w:pStyle w:val="ListParagraph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:rsidR="00550358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b w:val="0"/>
                <w:sz w:val="22"/>
                <w:szCs w:val="22"/>
              </w:rPr>
              <w:t>__ Recalls parts of the body vocabulary. (orally)</w:t>
            </w:r>
          </w:p>
          <w:p w:rsidR="00550358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</w:p>
          <w:p w:rsidR="00550358" w:rsidRPr="006241CA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b w:val="0"/>
                <w:sz w:val="22"/>
                <w:szCs w:val="22"/>
              </w:rPr>
              <w:t>___ Spells the parts of the body vocabulary correctly.</w:t>
            </w:r>
          </w:p>
          <w:p w:rsidR="00550358" w:rsidRPr="006241CA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</w:p>
          <w:p w:rsidR="00550358" w:rsidRPr="006241CA" w:rsidRDefault="00550358" w:rsidP="0033117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33117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33117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33117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A45DE8" w:rsidRDefault="00550358" w:rsidP="002F0CF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</w:tc>
        <w:tc>
          <w:tcPr>
            <w:tcW w:w="4212" w:type="dxa"/>
          </w:tcPr>
          <w:p w:rsidR="00550358" w:rsidRPr="006241CA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b w:val="0"/>
                <w:sz w:val="22"/>
                <w:szCs w:val="22"/>
              </w:rPr>
              <w:t>__ Recalls parts of the body vocabulary. (orally)</w:t>
            </w:r>
          </w:p>
          <w:p w:rsidR="00550358" w:rsidRDefault="00550358" w:rsidP="00331171">
            <w:pPr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b w:val="0"/>
                <w:sz w:val="22"/>
                <w:szCs w:val="22"/>
              </w:rPr>
              <w:t xml:space="preserve"> </w:t>
            </w:r>
          </w:p>
          <w:p w:rsidR="00550358" w:rsidRPr="006241CA" w:rsidRDefault="00550358" w:rsidP="00A45DE8">
            <w:pPr>
              <w:rPr>
                <w:rFonts w:ascii="Cambria" w:hAnsi="Cambria"/>
                <w:b w:val="0"/>
                <w:sz w:val="22"/>
                <w:szCs w:val="22"/>
              </w:rPr>
            </w:pPr>
            <w:r w:rsidRPr="006241CA">
              <w:rPr>
                <w:rFonts w:ascii="Cambria" w:hAnsi="Cambria"/>
                <w:b w:val="0"/>
                <w:sz w:val="22"/>
                <w:szCs w:val="22"/>
              </w:rPr>
              <w:t>___ Spells the parts of the body vocabulary correctly and with accents if necessary.</w:t>
            </w:r>
          </w:p>
          <w:p w:rsidR="00550358" w:rsidRPr="006241CA" w:rsidRDefault="00550358" w:rsidP="00331171">
            <w:pPr>
              <w:rPr>
                <w:rFonts w:ascii="Cambria" w:hAnsi="Cambria"/>
                <w:b w:val="0"/>
                <w:sz w:val="22"/>
                <w:szCs w:val="22"/>
              </w:rPr>
            </w:pPr>
          </w:p>
          <w:p w:rsidR="00550358" w:rsidRPr="006241CA" w:rsidRDefault="00550358" w:rsidP="00331171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331171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331171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241CA">
              <w:rPr>
                <w:sz w:val="22"/>
                <w:szCs w:val="22"/>
              </w:rPr>
              <w:t>___________________</w:t>
            </w:r>
          </w:p>
          <w:p w:rsidR="00550358" w:rsidRPr="006241CA" w:rsidRDefault="00550358" w:rsidP="00331171">
            <w:pPr>
              <w:rPr>
                <w:rFonts w:ascii="Cambria" w:hAnsi="Cambria"/>
                <w:b w:val="0"/>
                <w:sz w:val="22"/>
                <w:szCs w:val="22"/>
              </w:rPr>
            </w:pPr>
          </w:p>
          <w:p w:rsidR="00550358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</w:p>
          <w:p w:rsidR="00550358" w:rsidRPr="006241CA" w:rsidRDefault="00550358" w:rsidP="002F0CF1">
            <w:pPr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page" w:horzAnchor="page" w:tblpX="685" w:tblpY="10081"/>
        <w:tblW w:w="10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5"/>
        <w:gridCol w:w="3538"/>
        <w:gridCol w:w="4246"/>
      </w:tblGrid>
      <w:tr w:rsidR="00550358" w:rsidRPr="001F6695" w:rsidTr="00C33B28">
        <w:trPr>
          <w:trHeight w:val="1348"/>
        </w:trPr>
        <w:tc>
          <w:tcPr>
            <w:tcW w:w="2975" w:type="dxa"/>
            <w:vAlign w:val="center"/>
          </w:tcPr>
          <w:p w:rsidR="00550358" w:rsidRPr="001F6695" w:rsidRDefault="00550358" w:rsidP="00C33B28">
            <w:pPr>
              <w:rPr>
                <w:b w:val="0"/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N. Communicate current/ongoing actions with the present progressive tense (Oral/Written)</w:t>
            </w:r>
          </w:p>
        </w:tc>
        <w:tc>
          <w:tcPr>
            <w:tcW w:w="3538" w:type="dxa"/>
          </w:tcPr>
          <w:p w:rsidR="00550358" w:rsidRPr="001F6695" w:rsidRDefault="00550358" w:rsidP="00C33B28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 xml:space="preserve">__ Correctly forms present progressive verb tense with regular verbs (Estar + ING) </w:t>
            </w:r>
          </w:p>
          <w:p w:rsidR="00550358" w:rsidRPr="001F6695" w:rsidRDefault="00550358" w:rsidP="00C33B28">
            <w:pPr>
              <w:rPr>
                <w:sz w:val="20"/>
                <w:szCs w:val="20"/>
              </w:rPr>
            </w:pPr>
          </w:p>
          <w:p w:rsidR="00550358" w:rsidRPr="001F6695" w:rsidRDefault="00550358" w:rsidP="00C33B28">
            <w:pPr>
              <w:rPr>
                <w:sz w:val="20"/>
                <w:szCs w:val="20"/>
              </w:rPr>
            </w:pPr>
          </w:p>
        </w:tc>
        <w:tc>
          <w:tcPr>
            <w:tcW w:w="4246" w:type="dxa"/>
          </w:tcPr>
          <w:p w:rsidR="00550358" w:rsidRPr="001F6695" w:rsidRDefault="00550358" w:rsidP="00C33B28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 xml:space="preserve">__ Correctly forms present progressive verb tense with stem changings verbs. </w:t>
            </w:r>
          </w:p>
          <w:p w:rsidR="00550358" w:rsidRPr="001F6695" w:rsidRDefault="00550358" w:rsidP="00C33B28">
            <w:pPr>
              <w:rPr>
                <w:sz w:val="20"/>
                <w:szCs w:val="20"/>
              </w:rPr>
            </w:pPr>
          </w:p>
          <w:p w:rsidR="00550358" w:rsidRPr="001F6695" w:rsidRDefault="00550358" w:rsidP="00C33B28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 xml:space="preserve">__ Correctly forms present progressive verb tense with double vowel infinitives. </w:t>
            </w:r>
          </w:p>
          <w:p w:rsidR="00550358" w:rsidRPr="001F6695" w:rsidRDefault="00550358" w:rsidP="00C33B28">
            <w:pPr>
              <w:rPr>
                <w:sz w:val="20"/>
                <w:szCs w:val="20"/>
              </w:rPr>
            </w:pPr>
          </w:p>
        </w:tc>
      </w:tr>
    </w:tbl>
    <w:p w:rsidR="00550358" w:rsidRDefault="00550358" w:rsidP="00562DA5">
      <w:pPr>
        <w:jc w:val="center"/>
      </w:pPr>
      <w:bookmarkStart w:id="0" w:name="_GoBack"/>
      <w:bookmarkEnd w:id="0"/>
      <w:r>
        <w:t>MS-ES BELOW</w:t>
      </w:r>
    </w:p>
    <w:tbl>
      <w:tblPr>
        <w:tblW w:w="0" w:type="auto"/>
        <w:tblLook w:val="0000"/>
      </w:tblPr>
      <w:tblGrid>
        <w:gridCol w:w="3955"/>
        <w:gridCol w:w="2636"/>
        <w:gridCol w:w="4219"/>
      </w:tblGrid>
      <w:tr w:rsidR="00550358" w:rsidRPr="00D7594C" w:rsidTr="00C35A10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358" w:rsidRPr="00D7594C" w:rsidRDefault="00550358" w:rsidP="00C35A10">
            <w:pPr>
              <w:rPr>
                <w:rFonts w:eastAsia="MS MinNew Roman"/>
                <w:sz w:val="20"/>
                <w:szCs w:val="20"/>
              </w:rPr>
            </w:pPr>
          </w:p>
          <w:p w:rsidR="00550358" w:rsidRPr="00D7594C" w:rsidRDefault="00550358" w:rsidP="00C35A10">
            <w:pPr>
              <w:rPr>
                <w:rFonts w:eastAsia="MS MinNew Roman"/>
                <w:sz w:val="20"/>
                <w:szCs w:val="20"/>
              </w:rPr>
            </w:pPr>
            <w:r w:rsidRPr="00D7594C">
              <w:rPr>
                <w:rFonts w:eastAsia="MS MinNew Roman"/>
                <w:sz w:val="20"/>
                <w:szCs w:val="20"/>
              </w:rPr>
              <w:t>C. Discern to address people in Spanish; Identify context appropriate subject pronouns in Spanish (Oral/Written)</w:t>
            </w:r>
          </w:p>
          <w:p w:rsidR="00550358" w:rsidRPr="00D7594C" w:rsidRDefault="00550358" w:rsidP="00C35A10">
            <w:pPr>
              <w:rPr>
                <w:rFonts w:eastAsia="MS Min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D7594C">
              <w:rPr>
                <w:rFonts w:eastAsia="MS MinNew Roman"/>
                <w:b w:val="0"/>
                <w:sz w:val="20"/>
                <w:szCs w:val="20"/>
              </w:rPr>
              <w:t>__ Recalls subject pronouns in Spanish (oral)</w:t>
            </w:r>
          </w:p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D7594C">
              <w:rPr>
                <w:rFonts w:eastAsia="MS MinNew Roman"/>
                <w:b w:val="0"/>
                <w:sz w:val="20"/>
                <w:szCs w:val="20"/>
              </w:rPr>
              <w:t>__ Recalls subject pronouns in Spanish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D7594C">
              <w:rPr>
                <w:rFonts w:eastAsia="MS MinNew Roman"/>
                <w:b w:val="0"/>
                <w:sz w:val="20"/>
                <w:szCs w:val="20"/>
              </w:rPr>
              <w:t xml:space="preserve">__ Can define and identify appropriate contexts for using the subject pronouns Usted/Ustedes </w:t>
            </w:r>
          </w:p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D7594C">
              <w:rPr>
                <w:rFonts w:ascii="Arial" w:eastAsia="MS MinNew Roman" w:hAnsi="Arial"/>
                <w:b w:val="0"/>
                <w:sz w:val="20"/>
                <w:szCs w:val="20"/>
              </w:rPr>
              <w:t>__Distinguishes between él/el and  tú/tu.</w:t>
            </w:r>
          </w:p>
        </w:tc>
      </w:tr>
      <w:tr w:rsidR="00550358" w:rsidRPr="00D7594C" w:rsidTr="00C35A10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358" w:rsidRPr="00D7594C" w:rsidRDefault="00550358" w:rsidP="00C35A10">
            <w:pPr>
              <w:rPr>
                <w:rFonts w:eastAsia="MS MinNew Roman"/>
                <w:sz w:val="20"/>
                <w:szCs w:val="20"/>
              </w:rPr>
            </w:pPr>
          </w:p>
          <w:p w:rsidR="00550358" w:rsidRPr="00D7594C" w:rsidRDefault="00550358" w:rsidP="00C35A10">
            <w:pPr>
              <w:rPr>
                <w:rFonts w:eastAsia="MS MinNew Roman"/>
                <w:sz w:val="20"/>
                <w:szCs w:val="20"/>
              </w:rPr>
            </w:pPr>
            <w:r w:rsidRPr="00D7594C">
              <w:rPr>
                <w:rFonts w:eastAsia="MS MinNew Roman"/>
                <w:sz w:val="20"/>
                <w:szCs w:val="20"/>
              </w:rPr>
              <w:t>H. Be precise when conjugating –AR, -ER, and -IR verbs (Oral/Written)</w:t>
            </w:r>
          </w:p>
          <w:p w:rsidR="00550358" w:rsidRPr="00D7594C" w:rsidRDefault="00550358" w:rsidP="00C35A10">
            <w:pPr>
              <w:rPr>
                <w:rFonts w:eastAsia="MS Min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D7594C">
              <w:rPr>
                <w:rFonts w:eastAsia="MS MinNew Roman"/>
                <w:b w:val="0"/>
                <w:sz w:val="20"/>
                <w:szCs w:val="20"/>
              </w:rPr>
              <w:t>__ Recalls the correct conjugations for –AR verbs (orally)</w:t>
            </w:r>
          </w:p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D7594C">
              <w:rPr>
                <w:rFonts w:eastAsia="MS MinNew Roman"/>
                <w:b w:val="0"/>
                <w:sz w:val="20"/>
                <w:szCs w:val="20"/>
              </w:rPr>
              <w:t>__ Recalls the correct conjugations for –AR verbs (written)</w:t>
            </w:r>
          </w:p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D7594C">
              <w:rPr>
                <w:rFonts w:eastAsia="MS MinNew Roman"/>
                <w:b w:val="0"/>
                <w:sz w:val="20"/>
                <w:szCs w:val="20"/>
              </w:rPr>
              <w:t>__ Recalls the correct conjugations for -ER, and –IR verbs (orally)</w:t>
            </w:r>
          </w:p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D7594C">
              <w:rPr>
                <w:rFonts w:eastAsia="MS MinNew Roman"/>
                <w:b w:val="0"/>
                <w:sz w:val="20"/>
                <w:szCs w:val="20"/>
              </w:rPr>
              <w:t>__ Recalls the correct conjugations for -ER, and –IR verbs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D7594C">
              <w:rPr>
                <w:rFonts w:eastAsia="MS MinNew Roman"/>
                <w:b w:val="0"/>
                <w:sz w:val="20"/>
                <w:szCs w:val="20"/>
              </w:rPr>
              <w:t xml:space="preserve">__ Identifies appropriate contexts for using Usted/Ustedes verb conjugations </w:t>
            </w:r>
          </w:p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D7594C">
              <w:rPr>
                <w:rFonts w:eastAsia="MS MinNew Roman"/>
                <w:b w:val="0"/>
                <w:sz w:val="20"/>
                <w:szCs w:val="20"/>
              </w:rPr>
              <w:t>__ Uses correct subject/verb agreement (orally)</w:t>
            </w:r>
          </w:p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D7594C">
              <w:rPr>
                <w:rFonts w:eastAsia="MS MinNew Roman"/>
                <w:b w:val="0"/>
                <w:sz w:val="20"/>
                <w:szCs w:val="20"/>
              </w:rPr>
              <w:t>__ Uses correct subject/verb agreement (written)</w:t>
            </w:r>
          </w:p>
          <w:p w:rsidR="00550358" w:rsidRPr="00D7594C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</w:p>
        </w:tc>
      </w:tr>
      <w:tr w:rsidR="00550358" w:rsidRPr="00C265B4" w:rsidTr="00562DA5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358" w:rsidRPr="00562DA5" w:rsidRDefault="00550358" w:rsidP="00C35A10">
            <w:pPr>
              <w:rPr>
                <w:rFonts w:eastAsia="MS MinNew Roman"/>
                <w:sz w:val="20"/>
                <w:szCs w:val="20"/>
              </w:rPr>
            </w:pPr>
            <w:r w:rsidRPr="00562DA5">
              <w:rPr>
                <w:rFonts w:eastAsia="MS MinNew Roman"/>
                <w:sz w:val="20"/>
                <w:szCs w:val="20"/>
              </w:rPr>
              <w:t>K. Communicate ownership by using precise possessive adjectives in Spanish (Oral/Written)</w:t>
            </w:r>
          </w:p>
          <w:p w:rsidR="00550358" w:rsidRPr="00562DA5" w:rsidRDefault="00550358" w:rsidP="00C35A10">
            <w:pPr>
              <w:rPr>
                <w:rFonts w:eastAsia="MS Min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358" w:rsidRPr="00562DA5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562DA5">
              <w:rPr>
                <w:rFonts w:eastAsia="MS MinNew Roman"/>
                <w:b w:val="0"/>
                <w:sz w:val="20"/>
                <w:szCs w:val="20"/>
              </w:rPr>
              <w:t>__ Recalls the possessive adjectives in oral form</w:t>
            </w:r>
          </w:p>
          <w:p w:rsidR="00550358" w:rsidRPr="00562DA5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562DA5">
              <w:rPr>
                <w:rFonts w:eastAsia="MS MinNew Roman"/>
                <w:b w:val="0"/>
                <w:sz w:val="20"/>
                <w:szCs w:val="20"/>
              </w:rPr>
              <w:t>__ Writes the possessive adjectives correctly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358" w:rsidRPr="00562DA5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562DA5">
              <w:rPr>
                <w:rFonts w:eastAsia="MS MinNew Roman"/>
                <w:b w:val="0"/>
                <w:sz w:val="20"/>
                <w:szCs w:val="20"/>
              </w:rPr>
              <w:t>__ Uses correct form of “our” (masc./fem./sing./plural)</w:t>
            </w:r>
          </w:p>
          <w:p w:rsidR="00550358" w:rsidRPr="00562DA5" w:rsidRDefault="00550358" w:rsidP="00C35A10">
            <w:pPr>
              <w:rPr>
                <w:rFonts w:eastAsia="MS MinNew Roman"/>
                <w:b w:val="0"/>
                <w:sz w:val="20"/>
                <w:szCs w:val="20"/>
              </w:rPr>
            </w:pPr>
            <w:r w:rsidRPr="00562DA5">
              <w:rPr>
                <w:rFonts w:eastAsia="MS MinNew Roman"/>
                <w:b w:val="0"/>
                <w:sz w:val="20"/>
                <w:szCs w:val="20"/>
              </w:rPr>
              <w:t>__ Distinguishes between tú (subject pronoun)/tu (possessive adjective)</w:t>
            </w:r>
          </w:p>
        </w:tc>
      </w:tr>
    </w:tbl>
    <w:p w:rsidR="00550358" w:rsidRDefault="00550358" w:rsidP="00562DA5"/>
    <w:sectPr w:rsidR="00550358" w:rsidSect="002F0C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altName w:val="Andale Mono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New Roman">
    <w:altName w:val="Roman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CF1"/>
    <w:rsid w:val="00011566"/>
    <w:rsid w:val="0002187E"/>
    <w:rsid w:val="000A6587"/>
    <w:rsid w:val="001135CA"/>
    <w:rsid w:val="001F206A"/>
    <w:rsid w:val="001F6695"/>
    <w:rsid w:val="002E68C9"/>
    <w:rsid w:val="002F0CF1"/>
    <w:rsid w:val="00331171"/>
    <w:rsid w:val="004C298B"/>
    <w:rsid w:val="00521CF4"/>
    <w:rsid w:val="00550358"/>
    <w:rsid w:val="00562DA5"/>
    <w:rsid w:val="00591B78"/>
    <w:rsid w:val="006241CA"/>
    <w:rsid w:val="006474FD"/>
    <w:rsid w:val="007E4076"/>
    <w:rsid w:val="00A45DE8"/>
    <w:rsid w:val="00B17C18"/>
    <w:rsid w:val="00C15AE0"/>
    <w:rsid w:val="00C265B4"/>
    <w:rsid w:val="00C33B28"/>
    <w:rsid w:val="00C35A10"/>
    <w:rsid w:val="00CA59D7"/>
    <w:rsid w:val="00D574B9"/>
    <w:rsid w:val="00D7594C"/>
    <w:rsid w:val="00DA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F0CF1"/>
    <w:pPr>
      <w:ind w:left="720"/>
      <w:contextualSpacing/>
    </w:pPr>
    <w:rPr>
      <w:rFonts w:ascii="Cambria" w:hAnsi="Cambria" w:cs="Times New Roman"/>
      <w:b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432</Words>
  <Characters>2467</Characters>
  <Application>Microsoft Office Outlook</Application>
  <DocSecurity>0</DocSecurity>
  <Lines>0</Lines>
  <Paragraphs>0</Paragraphs>
  <ScaleCrop>false</ScaleCrop>
  <Company>The Young Women's Leadership School of Astoria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Nancy</cp:lastModifiedBy>
  <cp:revision>4</cp:revision>
  <dcterms:created xsi:type="dcterms:W3CDTF">2013-04-24T13:03:00Z</dcterms:created>
  <dcterms:modified xsi:type="dcterms:W3CDTF">2013-04-26T02:52:00Z</dcterms:modified>
</cp:coreProperties>
</file>